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2823AF">
        <w:tc>
          <w:tcPr>
            <w:tcW w:w="4039" w:type="dxa"/>
            <w:shd w:val="clear" w:color="auto" w:fill="auto"/>
          </w:tcPr>
          <w:p w14:paraId="699CB390" w14:textId="77777777" w:rsidR="00E76E11" w:rsidRPr="00E4182F" w:rsidRDefault="00E76E11" w:rsidP="002823AF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Hlk119415211"/>
            <w:r w:rsidRPr="00E4182F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69A717BB" w:rsidR="00E76E11" w:rsidRPr="00E4182F" w:rsidRDefault="00E76E11" w:rsidP="002823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182F">
              <w:rPr>
                <w:rFonts w:ascii="Arial" w:hAnsi="Arial" w:cs="Arial"/>
                <w:sz w:val="16"/>
                <w:szCs w:val="16"/>
              </w:rPr>
              <w:t>OBR</w:t>
            </w:r>
            <w:r w:rsidR="003D311E">
              <w:rPr>
                <w:rFonts w:ascii="Arial" w:hAnsi="Arial" w:cs="Arial"/>
                <w:sz w:val="16"/>
                <w:szCs w:val="16"/>
              </w:rPr>
              <w:t>_</w:t>
            </w:r>
            <w:r w:rsidR="00895E02" w:rsidRPr="00E4182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14:paraId="6620EF9B" w14:textId="77777777" w:rsidR="00E76E11" w:rsidRDefault="00E76E11" w:rsidP="00DB46BF">
      <w:pPr>
        <w:rPr>
          <w:rFonts w:ascii="Arial" w:hAnsi="Arial" w:cs="Arial"/>
          <w:sz w:val="20"/>
          <w:szCs w:val="20"/>
        </w:rPr>
      </w:pPr>
    </w:p>
    <w:p w14:paraId="3ACABE18" w14:textId="0C27588B" w:rsidR="003D311E" w:rsidRPr="000A0EE3" w:rsidRDefault="00DB46BF" w:rsidP="00DB46BF">
      <w:pPr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>Š</w:t>
      </w:r>
      <w:r w:rsidR="003D311E" w:rsidRPr="000A0EE3">
        <w:rPr>
          <w:rFonts w:ascii="Arial" w:hAnsi="Arial" w:cs="Arial"/>
          <w:sz w:val="22"/>
          <w:szCs w:val="22"/>
        </w:rPr>
        <w:t>t</w:t>
      </w:r>
      <w:r w:rsidRPr="000A0EE3">
        <w:rPr>
          <w:rFonts w:ascii="Arial" w:hAnsi="Arial" w:cs="Arial"/>
          <w:sz w:val="22"/>
          <w:szCs w:val="22"/>
        </w:rPr>
        <w:t>. ODOS:</w:t>
      </w:r>
      <w:r w:rsidR="00206009" w:rsidRPr="000A0EE3">
        <w:rPr>
          <w:rFonts w:ascii="Arial" w:hAnsi="Arial" w:cs="Arial"/>
          <w:sz w:val="22"/>
          <w:szCs w:val="22"/>
        </w:rPr>
        <w:t xml:space="preserve"> 3041-00</w:t>
      </w:r>
      <w:r w:rsidR="00E4182F" w:rsidRPr="000A0EE3">
        <w:rPr>
          <w:rFonts w:ascii="Arial" w:hAnsi="Arial" w:cs="Arial"/>
          <w:sz w:val="22"/>
          <w:szCs w:val="22"/>
        </w:rPr>
        <w:t>2</w:t>
      </w:r>
      <w:r w:rsidR="00E133B7">
        <w:rPr>
          <w:rFonts w:ascii="Arial" w:hAnsi="Arial" w:cs="Arial"/>
          <w:sz w:val="22"/>
          <w:szCs w:val="22"/>
        </w:rPr>
        <w:t>2</w:t>
      </w:r>
      <w:r w:rsidR="006617D8" w:rsidRPr="000A0EE3">
        <w:rPr>
          <w:rFonts w:ascii="Arial" w:hAnsi="Arial" w:cs="Arial"/>
          <w:sz w:val="22"/>
          <w:szCs w:val="22"/>
        </w:rPr>
        <w:t>/2025</w:t>
      </w:r>
    </w:p>
    <w:p w14:paraId="06238F53" w14:textId="24CBAFB0" w:rsidR="00DB46BF" w:rsidRPr="000A0EE3" w:rsidRDefault="003D311E" w:rsidP="00DB46BF">
      <w:pPr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>Št. BR: 2025-2</w:t>
      </w:r>
      <w:r w:rsidR="00E133B7">
        <w:rPr>
          <w:rFonts w:ascii="Arial" w:hAnsi="Arial" w:cs="Arial"/>
          <w:sz w:val="22"/>
          <w:szCs w:val="22"/>
        </w:rPr>
        <w:t>67</w:t>
      </w:r>
      <w:r w:rsidR="00DB46BF" w:rsidRPr="000A0EE3">
        <w:rPr>
          <w:rFonts w:ascii="Arial" w:hAnsi="Arial" w:cs="Arial"/>
          <w:sz w:val="22"/>
          <w:szCs w:val="22"/>
        </w:rPr>
        <w:tab/>
      </w:r>
      <w:r w:rsidR="005C140C" w:rsidRPr="000A0EE3">
        <w:rPr>
          <w:rFonts w:ascii="Arial" w:hAnsi="Arial" w:cs="Arial"/>
          <w:sz w:val="22"/>
          <w:szCs w:val="22"/>
        </w:rPr>
        <w:tab/>
      </w:r>
    </w:p>
    <w:bookmarkEnd w:id="0"/>
    <w:p w14:paraId="4847C436" w14:textId="77777777" w:rsidR="00361454" w:rsidRPr="000A0EE3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0A0EE3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0A0EE3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b/>
          <w:sz w:val="22"/>
          <w:szCs w:val="22"/>
        </w:rPr>
        <w:t xml:space="preserve">PODATKI O </w:t>
      </w:r>
      <w:r w:rsidR="004358F4" w:rsidRPr="000A0EE3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0A0EE3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Naziv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 w:rsidRPr="000A0EE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0A0EE3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0A0EE3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0A0EE3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0EE3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0A0EE3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0A0EE3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 xml:space="preserve"> </w:t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0A0EE3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 xml:space="preserve">             </w:t>
      </w:r>
      <w:r w:rsidRPr="000A0EE3">
        <w:rPr>
          <w:rFonts w:ascii="Arial" w:hAnsi="Arial" w:cs="Arial"/>
          <w:sz w:val="22"/>
          <w:szCs w:val="22"/>
        </w:rPr>
        <w:tab/>
      </w:r>
      <w:r w:rsidRPr="000A0EE3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0A0EE3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4EA43" w14:textId="77777777" w:rsidR="006F069E" w:rsidRDefault="006F069E">
      <w:r>
        <w:separator/>
      </w:r>
    </w:p>
  </w:endnote>
  <w:endnote w:type="continuationSeparator" w:id="0">
    <w:p w14:paraId="6553DCE7" w14:textId="77777777" w:rsidR="006F069E" w:rsidRDefault="006F069E">
      <w:r>
        <w:continuationSeparator/>
      </w:r>
    </w:p>
  </w:endnote>
  <w:endnote w:type="continuationNotice" w:id="1">
    <w:p w14:paraId="2369FA3F" w14:textId="77777777" w:rsidR="006F069E" w:rsidRDefault="006F06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A543F" w14:textId="0C32FE85" w:rsidR="00955C14" w:rsidRPr="00EE6ED9" w:rsidRDefault="00955C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5C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955C14" w:rsidRPr="005A785E" w:rsidRDefault="00955C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7134CBC" w:rsidR="00955C14" w:rsidRPr="00EE6ED9" w:rsidRDefault="00955C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4E71D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4E71D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5C14" w:rsidRPr="00FC6CF0" w:rsidRDefault="00955C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FEA3B" w14:textId="77777777" w:rsidR="006F069E" w:rsidRDefault="006F069E">
      <w:r>
        <w:separator/>
      </w:r>
    </w:p>
  </w:footnote>
  <w:footnote w:type="continuationSeparator" w:id="0">
    <w:p w14:paraId="5981EB41" w14:textId="77777777" w:rsidR="006F069E" w:rsidRDefault="006F069E">
      <w:r>
        <w:continuationSeparator/>
      </w:r>
    </w:p>
  </w:footnote>
  <w:footnote w:type="continuationNotice" w:id="1">
    <w:p w14:paraId="5409A8A1" w14:textId="77777777" w:rsidR="006F069E" w:rsidRDefault="006F06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5C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5C14" w:rsidRPr="00A04B00" w:rsidRDefault="00955C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5C14" w:rsidRPr="00A04B00" w:rsidRDefault="00955C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5C14" w:rsidRPr="00C0552D" w:rsidRDefault="00955C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5C14" w:rsidRPr="00C0552D" w:rsidRDefault="00955C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955C14" w:rsidRPr="00A1445A" w:rsidRDefault="00955C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955C14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5C14" w:rsidRPr="00A1445A" w:rsidRDefault="00955C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5C14" w:rsidRDefault="00955C1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5C14" w:rsidRPr="00A1445A" w:rsidRDefault="00955C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955C14" w:rsidRPr="00FC6CF0" w:rsidRDefault="00955C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7695">
    <w:abstractNumId w:val="5"/>
  </w:num>
  <w:num w:numId="2" w16cid:durableId="879249543">
    <w:abstractNumId w:val="22"/>
  </w:num>
  <w:num w:numId="3" w16cid:durableId="19885843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3041020">
    <w:abstractNumId w:val="16"/>
  </w:num>
  <w:num w:numId="5" w16cid:durableId="2039352449">
    <w:abstractNumId w:val="15"/>
  </w:num>
  <w:num w:numId="6" w16cid:durableId="1998920390">
    <w:abstractNumId w:val="6"/>
  </w:num>
  <w:num w:numId="7" w16cid:durableId="2126147847">
    <w:abstractNumId w:val="18"/>
  </w:num>
  <w:num w:numId="8" w16cid:durableId="301926450">
    <w:abstractNumId w:val="7"/>
  </w:num>
  <w:num w:numId="9" w16cid:durableId="68748415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0245724">
    <w:abstractNumId w:val="19"/>
  </w:num>
  <w:num w:numId="11" w16cid:durableId="14273374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7016425">
    <w:abstractNumId w:val="8"/>
  </w:num>
  <w:num w:numId="13" w16cid:durableId="1523470225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1887464">
    <w:abstractNumId w:val="13"/>
  </w:num>
  <w:num w:numId="15" w16cid:durableId="33358767">
    <w:abstractNumId w:val="2"/>
  </w:num>
  <w:num w:numId="16" w16cid:durableId="1157502313">
    <w:abstractNumId w:val="12"/>
  </w:num>
  <w:num w:numId="17" w16cid:durableId="1617056947">
    <w:abstractNumId w:val="0"/>
  </w:num>
  <w:num w:numId="18" w16cid:durableId="453334903">
    <w:abstractNumId w:val="3"/>
  </w:num>
  <w:num w:numId="19" w16cid:durableId="1644695469">
    <w:abstractNumId w:val="17"/>
  </w:num>
  <w:num w:numId="20" w16cid:durableId="736780779">
    <w:abstractNumId w:val="9"/>
  </w:num>
  <w:num w:numId="21" w16cid:durableId="1748129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3161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0733607">
    <w:abstractNumId w:val="4"/>
  </w:num>
  <w:num w:numId="24" w16cid:durableId="263928592">
    <w:abstractNumId w:val="11"/>
  </w:num>
  <w:num w:numId="25" w16cid:durableId="14644973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974FD"/>
    <w:rsid w:val="000A0EE3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06009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9798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D311E"/>
    <w:rsid w:val="003D5FBC"/>
    <w:rsid w:val="003E4CFC"/>
    <w:rsid w:val="003E5C55"/>
    <w:rsid w:val="003F0DE7"/>
    <w:rsid w:val="003F4DE6"/>
    <w:rsid w:val="00406373"/>
    <w:rsid w:val="0043532D"/>
    <w:rsid w:val="004358F4"/>
    <w:rsid w:val="00441E28"/>
    <w:rsid w:val="00445049"/>
    <w:rsid w:val="0044668A"/>
    <w:rsid w:val="004527D6"/>
    <w:rsid w:val="00455EB9"/>
    <w:rsid w:val="004720C5"/>
    <w:rsid w:val="0047643E"/>
    <w:rsid w:val="004801D0"/>
    <w:rsid w:val="00491213"/>
    <w:rsid w:val="00497AA4"/>
    <w:rsid w:val="004A0508"/>
    <w:rsid w:val="004B065E"/>
    <w:rsid w:val="004D0253"/>
    <w:rsid w:val="004D6B75"/>
    <w:rsid w:val="004E71D4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17D8"/>
    <w:rsid w:val="00662D8F"/>
    <w:rsid w:val="0066332D"/>
    <w:rsid w:val="00670A28"/>
    <w:rsid w:val="00670D1D"/>
    <w:rsid w:val="00697B71"/>
    <w:rsid w:val="006D59F7"/>
    <w:rsid w:val="006E377F"/>
    <w:rsid w:val="006F069E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3203"/>
    <w:rsid w:val="007D302C"/>
    <w:rsid w:val="007D4174"/>
    <w:rsid w:val="007E0866"/>
    <w:rsid w:val="007E31E3"/>
    <w:rsid w:val="007F3757"/>
    <w:rsid w:val="007F4AC2"/>
    <w:rsid w:val="007F512B"/>
    <w:rsid w:val="007F5846"/>
    <w:rsid w:val="00803627"/>
    <w:rsid w:val="008155E7"/>
    <w:rsid w:val="00824D1D"/>
    <w:rsid w:val="00832B4F"/>
    <w:rsid w:val="00833AC6"/>
    <w:rsid w:val="00843739"/>
    <w:rsid w:val="00843B36"/>
    <w:rsid w:val="00847017"/>
    <w:rsid w:val="00882006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96957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0807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2B5"/>
    <w:rsid w:val="00DB5A10"/>
    <w:rsid w:val="00DF116B"/>
    <w:rsid w:val="00DF3D50"/>
    <w:rsid w:val="00E029F3"/>
    <w:rsid w:val="00E02C2C"/>
    <w:rsid w:val="00E0340C"/>
    <w:rsid w:val="00E06E70"/>
    <w:rsid w:val="00E133B7"/>
    <w:rsid w:val="00E13E5E"/>
    <w:rsid w:val="00E16A4C"/>
    <w:rsid w:val="00E3300C"/>
    <w:rsid w:val="00E4182F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C5991"/>
    <w:rsid w:val="00EC757B"/>
    <w:rsid w:val="00ED5972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A17F72AB307646B7648EAB05D9E9FD" ma:contentTypeVersion="21" ma:contentTypeDescription="Ustvari nov dokument." ma:contentTypeScope="" ma:versionID="83ad8b1a2a8ac8303ec1b54b4741d257">
  <xsd:schema xmlns:xsd="http://www.w3.org/2001/XMLSchema" xmlns:xs="http://www.w3.org/2001/XMLSchema" xmlns:p="http://schemas.microsoft.com/office/2006/metadata/properties" xmlns:ns2="68c5f5d4-aadc-499c-975b-051170a396f7" xmlns:ns3="6a4cc071-bd85-44c5-acc7-68a9b922d49c" targetNamespace="http://schemas.microsoft.com/office/2006/metadata/properties" ma:root="true" ma:fieldsID="19dd9258ed9c5e08bcd6d9a7fc0a7f1b" ns2:_="" ns3:_="">
    <xsd:import namespace="68c5f5d4-aadc-499c-975b-051170a396f7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5f5d4-aadc-499c-975b-051170a39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OCR" ma:index="12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nje odjave" ma:internalName="Stanje_x0020_odjav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hidden="true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Vrsta vsebin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c5f5d4-aadc-499c-975b-051170a396f7">
      <Terms xmlns="http://schemas.microsoft.com/office/infopath/2007/PartnerControls"/>
    </lcf76f155ced4ddcb4097134ff3c332f>
    <TaxCatchAll xmlns="6a4cc071-bd85-44c5-acc7-68a9b922d49c" xsi:nil="true"/>
    <_Flow_SignoffStatus xmlns="68c5f5d4-aadc-499c-975b-051170a396f7" xsi:nil="true"/>
  </documentManagement>
</p:properties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CB5EC5-26D7-49D4-9994-C5C40A689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c5f5d4-aadc-499c-975b-051170a396f7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2A3F4E-BD6E-40CE-A7AF-E96976872E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68c5f5d4-aadc-499c-975b-051170a396f7"/>
    <ds:schemaRef ds:uri="6a4cc071-bd85-44c5-acc7-68a9b922d4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42</TotalTime>
  <Pages>1</Pages>
  <Words>73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612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Tamara Farkaš Menih</cp:lastModifiedBy>
  <cp:revision>5</cp:revision>
  <cp:lastPrinted>2023-09-13T08:56:00Z</cp:lastPrinted>
  <dcterms:created xsi:type="dcterms:W3CDTF">2020-01-30T11:21:00Z</dcterms:created>
  <dcterms:modified xsi:type="dcterms:W3CDTF">2025-07-11T08:40:00Z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0x0101006DA17F72AB307646B7648EAB05D9E9FD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